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68103F" w14:textId="77777777" w:rsidR="00DD7794" w:rsidRPr="00DD7794" w:rsidRDefault="002E3C9F" w:rsidP="00CE759B">
      <w:r>
        <w:fldChar w:fldCharType="begin"/>
      </w:r>
      <w:r w:rsidR="00DD7794">
        <w:instrText>IF 1=2 "field1-arg-true" "</w:instrText>
      </w:r>
      <w:r w:rsidR="00DD7794" w:rsidRPr="00264BE7">
        <w:fldChar w:fldCharType="begin"/>
      </w:r>
      <w:r w:rsidR="00DD7794" w:rsidRPr="00DD7794">
        <w:instrText>IF= 0 "</w:instrText>
      </w:r>
    </w:p>
    <w:p w14:paraId="5EC99A70" w14:textId="77777777" w:rsidR="002D76C0" w:rsidRDefault="002D76C0" w:rsidP="002D76C0">
      <w:pPr>
        <w:sectPr w:rsidR="002D76C0" w:rsidSect="00D229EE">
          <w:type w:val="continuous"/>
          <w:pgSz w:w="12240" w:h="15840"/>
          <w:pgMar w:top="1440" w:right="1800" w:bottom="1440" w:left="1800" w:header="708" w:footer="708" w:gutter="0"/>
        </w:sectPr>
      </w:pPr>
    </w:p>
    <w:p w14:paraId="7736A921" w14:textId="77777777" w:rsidR="002D76C0" w:rsidRDefault="002D76C0" w:rsidP="002D76C0">
      <w:r>
        <w:instrText>" ""</w:instrText>
      </w:r>
      <w:r w:rsidRPr="00264BE7">
        <w:fldChar w:fldCharType="separate"/>
      </w:r>
    </w:p>
    <w:p w14:paraId="5F009EB8" w14:textId="77777777" w:rsidR="0085437B" w:rsidRDefault="0085437B" w:rsidP="002D76C0">
      <w:pPr>
        <w:sectPr w:rsidR="0085437B" w:rsidSect="00D229EE">
          <w:pgSz w:w="12240" w:h="15840"/>
          <w:pgMar w:top="1440" w:right="1800" w:bottom="1440" w:left="1800" w:header="708" w:footer="708" w:gutter="0"/>
        </w:sectPr>
      </w:pPr>
    </w:p>
    <w:p w14:paraId="21DB110C" w14:textId="6449C1CC" w:rsidR="00560459" w:rsidRDefault="002D76C0" w:rsidP="00560459">
      <w:r w:rsidRPr="00264BE7">
        <w:fldChar w:fldCharType="end"/>
      </w:r>
      <w:r>
        <w:instrText>"</w:instrText>
      </w:r>
      <w:r>
        <w:fldChar w:fldCharType="end"/>
      </w:r>
      <w:r w:rsidR="00560459">
        <w:fldChar w:fldCharType="begin"/>
      </w:r>
      <w:r w:rsidR="00560459">
        <w:instrText xml:space="preserve"> IF </w:instrText>
      </w:r>
      <w:r w:rsidR="00560459">
        <w:instrText xml:space="preserve"> ="BASEDMAFAC" "</w:instrText>
      </w:r>
      <w:r w:rsidR="001772B3">
        <w:instrText>Garantie</w:instrText>
      </w:r>
    </w:p>
    <w:tbl>
      <w:tblPr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5609"/>
      </w:tblGrid>
      <w:tr w:rsidR="00560459" w:rsidRPr="00EB2890" w14:paraId="0725D9B7" w14:textId="77777777" w:rsidTr="004301E7">
        <w:tc>
          <w:tcPr>
            <w:tcW w:w="17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29B48D" w14:textId="77777777" w:rsidR="00560459" w:rsidRPr="00EB2890" w:rsidRDefault="00560459" w:rsidP="00FF5610">
            <w:r w:rsidRPr="00EB2890">
              <w:instrText>Catégorie d’adhérents</w:instrText>
            </w:r>
          </w:p>
        </w:tc>
        <w:tc>
          <w:tcPr>
            <w:tcW w:w="3213" w:type="pct"/>
          </w:tcPr>
          <w:p w14:paraId="17007219" w14:textId="341CE706" w:rsidR="00560459" w:rsidRPr="00EB2890" w:rsidRDefault="00560459" w:rsidP="00FF5610"/>
        </w:tc>
      </w:tr>
    </w:tbl>
    <w:p w14:paraId="5BB27E1F" w14:textId="27F94137" w:rsidR="009062BB" w:rsidRPr="000738DB" w:rsidRDefault="007912F4" w:rsidP="0085437B">
      <w:r>
        <w:instrText>"""</w:instrText>
      </w:r>
      <w:r>
        <w:fldChar w:fldCharType="end"/>
      </w:r>
    </w:p>
    <w:sectPr w:rsidR="009062BB" w:rsidRPr="000738DB" w:rsidSect="000050E3">
      <w:pgSz w:w="12240" w:h="15840"/>
      <w:pgMar w:top="1239" w:right="1440" w:bottom="851" w:left="1440" w:header="708" w:footer="479" w:gutter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19EA87" w14:textId="77777777" w:rsidR="00962523" w:rsidRDefault="00962523" w:rsidP="00242898">
      <w:pPr>
        <w:spacing w:after="0"/>
      </w:pPr>
      <w:r>
        <w:separator/>
      </w:r>
    </w:p>
  </w:endnote>
  <w:endnote w:type="continuationSeparator" w:id="0">
    <w:p w14:paraId="7009FE87" w14:textId="77777777" w:rsidR="00962523" w:rsidRDefault="00962523" w:rsidP="0024289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3BA921" w14:textId="77777777" w:rsidR="00962523" w:rsidRDefault="00962523" w:rsidP="00242898">
      <w:pPr>
        <w:spacing w:after="0"/>
      </w:pPr>
      <w:r>
        <w:separator/>
      </w:r>
    </w:p>
  </w:footnote>
  <w:footnote w:type="continuationSeparator" w:id="0">
    <w:p w14:paraId="13C08B67" w14:textId="77777777" w:rsidR="00962523" w:rsidRDefault="00962523" w:rsidP="0024289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868C15" w14:textId="77777777" w:rsidR="00962523" w:rsidRPr="00242898" w:rsidRDefault="00962523">
    <w:pPr>
      <w:pStyle w:val="En-tte"/>
      <w:rPr>
        <w:b/>
        <w:sz w:val="30"/>
        <w:szCs w:val="30"/>
      </w:rPr>
    </w:pPr>
    <w:r w:rsidRPr="00242898">
      <w:rPr>
        <w:b/>
        <w:sz w:val="30"/>
        <w:szCs w:val="30"/>
      </w:rPr>
      <w:t>Sommaire des garanties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BD291" w14:textId="77777777" w:rsidR="00962523" w:rsidRPr="00242898" w:rsidRDefault="00962523">
    <w:pPr>
      <w:pStyle w:val="En-tte"/>
      <w:rPr>
        <w:b/>
        <w:sz w:val="30"/>
        <w:szCs w:val="30"/>
      </w:rPr>
    </w:pPr>
    <w:r w:rsidRPr="00242898">
      <w:rPr>
        <w:b/>
        <w:sz w:val="30"/>
        <w:szCs w:val="30"/>
      </w:rPr>
      <w:t>Sommaire des garanties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A7876A" w14:textId="77777777" w:rsidR="00962523" w:rsidRPr="00242898" w:rsidRDefault="00962523">
    <w:pPr>
      <w:pStyle w:val="En-tte"/>
      <w:rPr>
        <w:b/>
        <w:sz w:val="30"/>
        <w:szCs w:val="30"/>
      </w:rPr>
    </w:pPr>
    <w:r w:rsidRPr="00242898">
      <w:rPr>
        <w:b/>
        <w:sz w:val="30"/>
        <w:szCs w:val="30"/>
      </w:rPr>
      <w:t>Sommaire des garanties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318181" w14:textId="77777777" w:rsidR="00962523" w:rsidRPr="00242898" w:rsidRDefault="00962523">
    <w:pPr>
      <w:pStyle w:val="En-tte"/>
      <w:rPr>
        <w:b/>
        <w:sz w:val="30"/>
        <w:szCs w:val="30"/>
      </w:rPr>
    </w:pPr>
    <w:r w:rsidRPr="00242898">
      <w:rPr>
        <w:b/>
        <w:sz w:val="30"/>
        <w:szCs w:val="30"/>
      </w:rPr>
      <w:t>Sommaire des garanties</w: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778D49" w14:textId="77777777" w:rsidR="00962523" w:rsidRPr="00242898" w:rsidRDefault="00962523">
    <w:pPr>
      <w:pStyle w:val="En-tte"/>
      <w:rPr>
        <w:b/>
        <w:sz w:val="30"/>
        <w:szCs w:val="30"/>
      </w:rPr>
    </w:pPr>
    <w:r w:rsidRPr="00242898">
      <w:rPr>
        <w:b/>
        <w:sz w:val="30"/>
        <w:szCs w:val="30"/>
      </w:rPr>
      <w:t>Sommaire des garanties</w: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DD9E7" w14:textId="77777777" w:rsidR="0019693C" w:rsidRPr="00242898" w:rsidRDefault="0019693C">
    <w:pPr>
      <w:pStyle w:val="En-tte"/>
      <w:rPr>
        <w:b/>
        <w:sz w:val="30"/>
        <w:szCs w:val="30"/>
      </w:rPr>
    </w:pPr>
    <w:r w:rsidRPr="00242898">
      <w:rPr>
        <w:b/>
        <w:sz w:val="30"/>
        <w:szCs w:val="30"/>
      </w:rPr>
      <w:t>Sommaire des garanties</w: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7C6F4" w14:textId="77777777" w:rsidR="00C2376A" w:rsidRPr="00242898" w:rsidRDefault="00C2376A">
    <w:pPr>
      <w:pStyle w:val="En-tte"/>
      <w:rPr>
        <w:b/>
        <w:sz w:val="30"/>
        <w:szCs w:val="30"/>
      </w:rPr>
    </w:pPr>
    <w:r w:rsidRPr="00242898">
      <w:rPr>
        <w:b/>
        <w:sz w:val="30"/>
        <w:szCs w:val="30"/>
      </w:rPr>
      <w:t>Sommaire des garanties</w: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8331C9" w14:textId="77777777" w:rsidR="007912F4" w:rsidRPr="00242898" w:rsidRDefault="007912F4">
    <w:pPr>
      <w:pStyle w:val="En-tte"/>
      <w:rPr>
        <w:b/>
        <w:sz w:val="30"/>
        <w:szCs w:val="30"/>
      </w:rPr>
    </w:pPr>
    <w:r w:rsidRPr="00242898">
      <w:rPr>
        <w:b/>
        <w:sz w:val="30"/>
        <w:szCs w:val="30"/>
      </w:rPr>
      <w:t>Sommaire des garanties</w: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F694C3" w14:textId="77777777" w:rsidR="00962523" w:rsidRPr="00242898" w:rsidRDefault="00962523">
    <w:pPr>
      <w:pStyle w:val="En-tte"/>
      <w:rPr>
        <w:b/>
        <w:sz w:val="30"/>
        <w:szCs w:val="30"/>
      </w:rPr>
    </w:pPr>
    <w:r w:rsidRPr="00242898">
      <w:rPr>
        <w:b/>
        <w:sz w:val="30"/>
        <w:szCs w:val="30"/>
      </w:rPr>
      <w:t>Sommaire des garanties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16C731" w14:textId="77777777" w:rsidR="00962523" w:rsidRPr="00242898" w:rsidRDefault="00962523" w:rsidP="00B55FF8">
    <w:pPr>
      <w:pStyle w:val="En-tte"/>
      <w:rPr>
        <w:b/>
        <w:sz w:val="30"/>
        <w:szCs w:val="30"/>
      </w:rPr>
    </w:pPr>
    <w:r w:rsidRPr="00242898">
      <w:rPr>
        <w:b/>
        <w:sz w:val="30"/>
        <w:szCs w:val="30"/>
      </w:rPr>
      <w:t>Sommaire des garanties</w:t>
    </w:r>
  </w:p>
  <w:p w14:paraId="77EB2A85" w14:textId="77777777" w:rsidR="00962523" w:rsidRDefault="00962523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08E5C0" w14:textId="77777777" w:rsidR="0085437B" w:rsidRPr="00242898" w:rsidRDefault="0085437B">
    <w:pPr>
      <w:pStyle w:val="En-tte"/>
      <w:rPr>
        <w:b/>
        <w:sz w:val="30"/>
        <w:szCs w:val="30"/>
      </w:rPr>
    </w:pPr>
    <w:r w:rsidRPr="00242898">
      <w:rPr>
        <w:b/>
        <w:sz w:val="30"/>
        <w:szCs w:val="30"/>
      </w:rPr>
      <w:t>Sommaire des garanties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53B4C4" w14:textId="77777777" w:rsidR="0085437B" w:rsidRPr="00242898" w:rsidRDefault="0085437B" w:rsidP="00B55FF8">
    <w:pPr>
      <w:pStyle w:val="En-tte"/>
      <w:rPr>
        <w:b/>
        <w:sz w:val="30"/>
        <w:szCs w:val="30"/>
      </w:rPr>
    </w:pPr>
    <w:r w:rsidRPr="00242898">
      <w:rPr>
        <w:b/>
        <w:sz w:val="30"/>
        <w:szCs w:val="30"/>
      </w:rPr>
      <w:t>Sommaire des garanties</w:t>
    </w:r>
  </w:p>
  <w:p w14:paraId="5F4A7BD9" w14:textId="77777777" w:rsidR="0085437B" w:rsidRDefault="0085437B">
    <w:pPr>
      <w:pStyle w:val="En-tt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B5CD6D" w14:textId="77777777" w:rsidR="00962523" w:rsidRPr="00242898" w:rsidRDefault="00962523">
    <w:pPr>
      <w:pStyle w:val="En-tte"/>
      <w:rPr>
        <w:b/>
        <w:sz w:val="30"/>
        <w:szCs w:val="30"/>
      </w:rPr>
    </w:pPr>
    <w:r w:rsidRPr="00242898">
      <w:rPr>
        <w:b/>
        <w:sz w:val="30"/>
        <w:szCs w:val="30"/>
      </w:rPr>
      <w:t>Sommaire des garanties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26064" w14:textId="77777777" w:rsidR="00962523" w:rsidRPr="00242898" w:rsidRDefault="00962523">
    <w:pPr>
      <w:pStyle w:val="En-tte"/>
      <w:rPr>
        <w:b/>
        <w:sz w:val="30"/>
        <w:szCs w:val="30"/>
      </w:rPr>
    </w:pPr>
    <w:r w:rsidRPr="00242898">
      <w:rPr>
        <w:b/>
        <w:sz w:val="30"/>
        <w:szCs w:val="30"/>
      </w:rPr>
      <w:t>Sommaire des garanties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13A252" w14:textId="77777777" w:rsidR="00962523" w:rsidRPr="00242898" w:rsidRDefault="00962523">
    <w:pPr>
      <w:pStyle w:val="En-tte"/>
      <w:rPr>
        <w:b/>
        <w:sz w:val="30"/>
        <w:szCs w:val="30"/>
      </w:rPr>
    </w:pPr>
    <w:r w:rsidRPr="00242898">
      <w:rPr>
        <w:b/>
        <w:sz w:val="30"/>
        <w:szCs w:val="30"/>
      </w:rPr>
      <w:t>Sommaire des garanties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897A9" w14:textId="77777777" w:rsidR="00962523" w:rsidRPr="00242898" w:rsidRDefault="00962523">
    <w:pPr>
      <w:pStyle w:val="En-tte"/>
      <w:rPr>
        <w:b/>
        <w:sz w:val="30"/>
        <w:szCs w:val="30"/>
      </w:rPr>
    </w:pPr>
    <w:r w:rsidRPr="00242898">
      <w:rPr>
        <w:b/>
        <w:sz w:val="30"/>
        <w:szCs w:val="30"/>
      </w:rPr>
      <w:t>Sommaire des garanties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A27DBA" w14:textId="77777777" w:rsidR="00962523" w:rsidRPr="00242898" w:rsidRDefault="00962523">
    <w:pPr>
      <w:pStyle w:val="En-tte"/>
      <w:rPr>
        <w:b/>
        <w:sz w:val="30"/>
        <w:szCs w:val="30"/>
      </w:rPr>
    </w:pPr>
    <w:r w:rsidRPr="00242898">
      <w:rPr>
        <w:b/>
        <w:sz w:val="30"/>
        <w:szCs w:val="30"/>
      </w:rPr>
      <w:t>Sommaire des garanties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1F7B40"/>
    <w:multiLevelType w:val="hybridMultilevel"/>
    <w:tmpl w:val="37CE2C06"/>
    <w:lvl w:ilvl="0" w:tplc="86502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mailMerge>
    <w:mainDocumentType w:val="formLetters"/>
    <w:linkToQuery/>
    <w:dataType w:val="textFile"/>
    <w:connectString w:val=""/>
    <w:query w:val="SELECT * FROM H:\Data\Excel\Merge20180808154307.csv"/>
    <w:dataSource r:id="rId1"/>
    <w:odso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</w:odso>
  </w:mailMerge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1EB"/>
    <w:rsid w:val="00002E96"/>
    <w:rsid w:val="000050E3"/>
    <w:rsid w:val="00005A03"/>
    <w:rsid w:val="00005DC8"/>
    <w:rsid w:val="000069BC"/>
    <w:rsid w:val="00006C99"/>
    <w:rsid w:val="00010069"/>
    <w:rsid w:val="000100FD"/>
    <w:rsid w:val="00010D85"/>
    <w:rsid w:val="00011176"/>
    <w:rsid w:val="00013062"/>
    <w:rsid w:val="0001330C"/>
    <w:rsid w:val="00020B21"/>
    <w:rsid w:val="00022055"/>
    <w:rsid w:val="00025F09"/>
    <w:rsid w:val="000262D4"/>
    <w:rsid w:val="000274A7"/>
    <w:rsid w:val="000307BC"/>
    <w:rsid w:val="000311A3"/>
    <w:rsid w:val="0003192E"/>
    <w:rsid w:val="00033803"/>
    <w:rsid w:val="0003702F"/>
    <w:rsid w:val="00037EE1"/>
    <w:rsid w:val="000405BF"/>
    <w:rsid w:val="000408F1"/>
    <w:rsid w:val="00043F31"/>
    <w:rsid w:val="0004459A"/>
    <w:rsid w:val="00045C9A"/>
    <w:rsid w:val="00047F10"/>
    <w:rsid w:val="00051504"/>
    <w:rsid w:val="00052B7D"/>
    <w:rsid w:val="00055269"/>
    <w:rsid w:val="00056F36"/>
    <w:rsid w:val="00056FDA"/>
    <w:rsid w:val="00057C9E"/>
    <w:rsid w:val="00057D1C"/>
    <w:rsid w:val="000603A4"/>
    <w:rsid w:val="00060942"/>
    <w:rsid w:val="0006138A"/>
    <w:rsid w:val="000621A7"/>
    <w:rsid w:val="0006347C"/>
    <w:rsid w:val="0006372B"/>
    <w:rsid w:val="0006374E"/>
    <w:rsid w:val="00063EE2"/>
    <w:rsid w:val="00065195"/>
    <w:rsid w:val="00066922"/>
    <w:rsid w:val="00067751"/>
    <w:rsid w:val="00070702"/>
    <w:rsid w:val="00071563"/>
    <w:rsid w:val="00071644"/>
    <w:rsid w:val="0007176A"/>
    <w:rsid w:val="000738DB"/>
    <w:rsid w:val="0007589E"/>
    <w:rsid w:val="000774B0"/>
    <w:rsid w:val="00081968"/>
    <w:rsid w:val="000841D9"/>
    <w:rsid w:val="000860D3"/>
    <w:rsid w:val="00086D96"/>
    <w:rsid w:val="000903A7"/>
    <w:rsid w:val="000917BC"/>
    <w:rsid w:val="00091834"/>
    <w:rsid w:val="00092C56"/>
    <w:rsid w:val="00094AC9"/>
    <w:rsid w:val="000955F9"/>
    <w:rsid w:val="00095F82"/>
    <w:rsid w:val="000A033D"/>
    <w:rsid w:val="000A0EDC"/>
    <w:rsid w:val="000A1888"/>
    <w:rsid w:val="000A25D4"/>
    <w:rsid w:val="000A2989"/>
    <w:rsid w:val="000A39F0"/>
    <w:rsid w:val="000A54A6"/>
    <w:rsid w:val="000B2CAF"/>
    <w:rsid w:val="000B4D23"/>
    <w:rsid w:val="000B5755"/>
    <w:rsid w:val="000C01B7"/>
    <w:rsid w:val="000C1D57"/>
    <w:rsid w:val="000C2306"/>
    <w:rsid w:val="000C2D5C"/>
    <w:rsid w:val="000C3238"/>
    <w:rsid w:val="000C356B"/>
    <w:rsid w:val="000C575D"/>
    <w:rsid w:val="000C5988"/>
    <w:rsid w:val="000C656B"/>
    <w:rsid w:val="000C6A20"/>
    <w:rsid w:val="000C6F92"/>
    <w:rsid w:val="000D06D5"/>
    <w:rsid w:val="000D094D"/>
    <w:rsid w:val="000D1700"/>
    <w:rsid w:val="000D2654"/>
    <w:rsid w:val="000D374B"/>
    <w:rsid w:val="000D4739"/>
    <w:rsid w:val="000D58AE"/>
    <w:rsid w:val="000D5A62"/>
    <w:rsid w:val="000D5D71"/>
    <w:rsid w:val="000D7280"/>
    <w:rsid w:val="000E0425"/>
    <w:rsid w:val="000E1E38"/>
    <w:rsid w:val="000E54CA"/>
    <w:rsid w:val="000E5C34"/>
    <w:rsid w:val="000E65BA"/>
    <w:rsid w:val="000E66B2"/>
    <w:rsid w:val="000E7E96"/>
    <w:rsid w:val="000F001D"/>
    <w:rsid w:val="000F0233"/>
    <w:rsid w:val="000F15DB"/>
    <w:rsid w:val="000F311E"/>
    <w:rsid w:val="000F4F87"/>
    <w:rsid w:val="000F587B"/>
    <w:rsid w:val="000F7126"/>
    <w:rsid w:val="000F7C0A"/>
    <w:rsid w:val="0010062C"/>
    <w:rsid w:val="00100B28"/>
    <w:rsid w:val="0010116D"/>
    <w:rsid w:val="00103255"/>
    <w:rsid w:val="00105710"/>
    <w:rsid w:val="00107C23"/>
    <w:rsid w:val="00111A91"/>
    <w:rsid w:val="00112E5F"/>
    <w:rsid w:val="00112F21"/>
    <w:rsid w:val="001135C0"/>
    <w:rsid w:val="00113F3E"/>
    <w:rsid w:val="0011513F"/>
    <w:rsid w:val="001154BC"/>
    <w:rsid w:val="00115617"/>
    <w:rsid w:val="00116BD4"/>
    <w:rsid w:val="001269DD"/>
    <w:rsid w:val="00126C13"/>
    <w:rsid w:val="00127C7C"/>
    <w:rsid w:val="0013081D"/>
    <w:rsid w:val="0013110B"/>
    <w:rsid w:val="00131E7E"/>
    <w:rsid w:val="001349EC"/>
    <w:rsid w:val="001360FA"/>
    <w:rsid w:val="001363C4"/>
    <w:rsid w:val="001367F1"/>
    <w:rsid w:val="00136F59"/>
    <w:rsid w:val="00137093"/>
    <w:rsid w:val="00137354"/>
    <w:rsid w:val="00137969"/>
    <w:rsid w:val="00142130"/>
    <w:rsid w:val="00142B68"/>
    <w:rsid w:val="00142F02"/>
    <w:rsid w:val="00143AA8"/>
    <w:rsid w:val="00144E8D"/>
    <w:rsid w:val="0014688E"/>
    <w:rsid w:val="00147288"/>
    <w:rsid w:val="00147971"/>
    <w:rsid w:val="00155454"/>
    <w:rsid w:val="0015569B"/>
    <w:rsid w:val="00156556"/>
    <w:rsid w:val="00161F31"/>
    <w:rsid w:val="001621BB"/>
    <w:rsid w:val="001641AC"/>
    <w:rsid w:val="001646A0"/>
    <w:rsid w:val="00166C06"/>
    <w:rsid w:val="00170FE0"/>
    <w:rsid w:val="00172B32"/>
    <w:rsid w:val="00173267"/>
    <w:rsid w:val="00173464"/>
    <w:rsid w:val="001735A4"/>
    <w:rsid w:val="00174382"/>
    <w:rsid w:val="001747EB"/>
    <w:rsid w:val="00175409"/>
    <w:rsid w:val="001772B3"/>
    <w:rsid w:val="001811F7"/>
    <w:rsid w:val="00181240"/>
    <w:rsid w:val="00181F48"/>
    <w:rsid w:val="0018360F"/>
    <w:rsid w:val="0018419B"/>
    <w:rsid w:val="00184336"/>
    <w:rsid w:val="00184721"/>
    <w:rsid w:val="00185D32"/>
    <w:rsid w:val="00186D3C"/>
    <w:rsid w:val="00187859"/>
    <w:rsid w:val="00187B1B"/>
    <w:rsid w:val="00192B7F"/>
    <w:rsid w:val="001932EA"/>
    <w:rsid w:val="0019410E"/>
    <w:rsid w:val="001947EF"/>
    <w:rsid w:val="00194F3D"/>
    <w:rsid w:val="00195F4D"/>
    <w:rsid w:val="001961BA"/>
    <w:rsid w:val="0019693C"/>
    <w:rsid w:val="001A0930"/>
    <w:rsid w:val="001A4BD3"/>
    <w:rsid w:val="001A589D"/>
    <w:rsid w:val="001A6741"/>
    <w:rsid w:val="001B1D1D"/>
    <w:rsid w:val="001B3C38"/>
    <w:rsid w:val="001B3C51"/>
    <w:rsid w:val="001B44C5"/>
    <w:rsid w:val="001B6CA5"/>
    <w:rsid w:val="001B6CD4"/>
    <w:rsid w:val="001B78CF"/>
    <w:rsid w:val="001C0D38"/>
    <w:rsid w:val="001C0F6A"/>
    <w:rsid w:val="001C16C3"/>
    <w:rsid w:val="001C2C61"/>
    <w:rsid w:val="001C5762"/>
    <w:rsid w:val="001C6C5F"/>
    <w:rsid w:val="001C7C14"/>
    <w:rsid w:val="001D23A0"/>
    <w:rsid w:val="001D2F22"/>
    <w:rsid w:val="001D361E"/>
    <w:rsid w:val="001D4E65"/>
    <w:rsid w:val="001D534B"/>
    <w:rsid w:val="001D6775"/>
    <w:rsid w:val="001E681A"/>
    <w:rsid w:val="001F1086"/>
    <w:rsid w:val="001F1CC4"/>
    <w:rsid w:val="001F2C29"/>
    <w:rsid w:val="001F38E4"/>
    <w:rsid w:val="001F38F3"/>
    <w:rsid w:val="001F3902"/>
    <w:rsid w:val="001F3FB9"/>
    <w:rsid w:val="001F5C04"/>
    <w:rsid w:val="001F5D5F"/>
    <w:rsid w:val="001F79ED"/>
    <w:rsid w:val="002001E4"/>
    <w:rsid w:val="002002B8"/>
    <w:rsid w:val="002042E6"/>
    <w:rsid w:val="00204E35"/>
    <w:rsid w:val="00205164"/>
    <w:rsid w:val="00207915"/>
    <w:rsid w:val="0021075C"/>
    <w:rsid w:val="00211279"/>
    <w:rsid w:val="00212250"/>
    <w:rsid w:val="00213114"/>
    <w:rsid w:val="002138FC"/>
    <w:rsid w:val="0021415E"/>
    <w:rsid w:val="002153A8"/>
    <w:rsid w:val="0021599D"/>
    <w:rsid w:val="00215F30"/>
    <w:rsid w:val="00217076"/>
    <w:rsid w:val="00220BAB"/>
    <w:rsid w:val="00221BD1"/>
    <w:rsid w:val="0022264E"/>
    <w:rsid w:val="00223A3D"/>
    <w:rsid w:val="00226D99"/>
    <w:rsid w:val="002318DC"/>
    <w:rsid w:val="00234F24"/>
    <w:rsid w:val="00240829"/>
    <w:rsid w:val="0024160E"/>
    <w:rsid w:val="00242898"/>
    <w:rsid w:val="0024329F"/>
    <w:rsid w:val="00244950"/>
    <w:rsid w:val="00244EC9"/>
    <w:rsid w:val="00250724"/>
    <w:rsid w:val="002507C8"/>
    <w:rsid w:val="0025089D"/>
    <w:rsid w:val="002509AD"/>
    <w:rsid w:val="00250B49"/>
    <w:rsid w:val="0025119B"/>
    <w:rsid w:val="00252AEF"/>
    <w:rsid w:val="00253612"/>
    <w:rsid w:val="00253FA9"/>
    <w:rsid w:val="0025451B"/>
    <w:rsid w:val="00256132"/>
    <w:rsid w:val="0025707D"/>
    <w:rsid w:val="0025716D"/>
    <w:rsid w:val="002610FF"/>
    <w:rsid w:val="00261AAD"/>
    <w:rsid w:val="00263F22"/>
    <w:rsid w:val="00264BE7"/>
    <w:rsid w:val="00265B2B"/>
    <w:rsid w:val="002671EA"/>
    <w:rsid w:val="0026785F"/>
    <w:rsid w:val="00267DDF"/>
    <w:rsid w:val="00267E2C"/>
    <w:rsid w:val="002706A1"/>
    <w:rsid w:val="002721AC"/>
    <w:rsid w:val="00272829"/>
    <w:rsid w:val="0027459C"/>
    <w:rsid w:val="00274F35"/>
    <w:rsid w:val="00276B6E"/>
    <w:rsid w:val="0028163B"/>
    <w:rsid w:val="002822B0"/>
    <w:rsid w:val="00283670"/>
    <w:rsid w:val="002842B8"/>
    <w:rsid w:val="002846D6"/>
    <w:rsid w:val="002851A4"/>
    <w:rsid w:val="0028646B"/>
    <w:rsid w:val="00286FDE"/>
    <w:rsid w:val="0028769B"/>
    <w:rsid w:val="00287DE9"/>
    <w:rsid w:val="002904D4"/>
    <w:rsid w:val="00293071"/>
    <w:rsid w:val="00294648"/>
    <w:rsid w:val="00294C2D"/>
    <w:rsid w:val="002A1B22"/>
    <w:rsid w:val="002A3661"/>
    <w:rsid w:val="002A44AE"/>
    <w:rsid w:val="002A466A"/>
    <w:rsid w:val="002A72E7"/>
    <w:rsid w:val="002A7E82"/>
    <w:rsid w:val="002B0177"/>
    <w:rsid w:val="002B2D7F"/>
    <w:rsid w:val="002B7F16"/>
    <w:rsid w:val="002C36D1"/>
    <w:rsid w:val="002C5AE9"/>
    <w:rsid w:val="002C6D19"/>
    <w:rsid w:val="002C715B"/>
    <w:rsid w:val="002C7300"/>
    <w:rsid w:val="002C7EC6"/>
    <w:rsid w:val="002D1CF7"/>
    <w:rsid w:val="002D4C17"/>
    <w:rsid w:val="002D6609"/>
    <w:rsid w:val="002D7433"/>
    <w:rsid w:val="002D76C0"/>
    <w:rsid w:val="002E10E6"/>
    <w:rsid w:val="002E1AD7"/>
    <w:rsid w:val="002E289A"/>
    <w:rsid w:val="002E2B8C"/>
    <w:rsid w:val="002E3C9F"/>
    <w:rsid w:val="002E3F34"/>
    <w:rsid w:val="002E5AE9"/>
    <w:rsid w:val="002E7295"/>
    <w:rsid w:val="002E733B"/>
    <w:rsid w:val="002F1CCD"/>
    <w:rsid w:val="002F22E7"/>
    <w:rsid w:val="002F336F"/>
    <w:rsid w:val="002F44E6"/>
    <w:rsid w:val="002F77B7"/>
    <w:rsid w:val="002F794B"/>
    <w:rsid w:val="002F796E"/>
    <w:rsid w:val="003008D9"/>
    <w:rsid w:val="003014BC"/>
    <w:rsid w:val="00303149"/>
    <w:rsid w:val="003037B3"/>
    <w:rsid w:val="003038BF"/>
    <w:rsid w:val="003076A7"/>
    <w:rsid w:val="0031042E"/>
    <w:rsid w:val="00310EFF"/>
    <w:rsid w:val="00311A97"/>
    <w:rsid w:val="00312547"/>
    <w:rsid w:val="00313E1C"/>
    <w:rsid w:val="00314136"/>
    <w:rsid w:val="0031461E"/>
    <w:rsid w:val="003151A7"/>
    <w:rsid w:val="00315A5D"/>
    <w:rsid w:val="0031702E"/>
    <w:rsid w:val="00317C38"/>
    <w:rsid w:val="00322B78"/>
    <w:rsid w:val="00323266"/>
    <w:rsid w:val="0032470D"/>
    <w:rsid w:val="003250F2"/>
    <w:rsid w:val="00333605"/>
    <w:rsid w:val="0033701A"/>
    <w:rsid w:val="00337032"/>
    <w:rsid w:val="00340AE0"/>
    <w:rsid w:val="0034232F"/>
    <w:rsid w:val="003424D6"/>
    <w:rsid w:val="0034433D"/>
    <w:rsid w:val="00344486"/>
    <w:rsid w:val="003472EC"/>
    <w:rsid w:val="00350541"/>
    <w:rsid w:val="00350632"/>
    <w:rsid w:val="003507C0"/>
    <w:rsid w:val="00352A1C"/>
    <w:rsid w:val="0035400D"/>
    <w:rsid w:val="003553B7"/>
    <w:rsid w:val="00355956"/>
    <w:rsid w:val="003614D6"/>
    <w:rsid w:val="00361EFC"/>
    <w:rsid w:val="003620C7"/>
    <w:rsid w:val="00362BCF"/>
    <w:rsid w:val="00363D1E"/>
    <w:rsid w:val="0036432E"/>
    <w:rsid w:val="003645F8"/>
    <w:rsid w:val="003670F0"/>
    <w:rsid w:val="0036773C"/>
    <w:rsid w:val="0037013E"/>
    <w:rsid w:val="0037076D"/>
    <w:rsid w:val="00372583"/>
    <w:rsid w:val="00375201"/>
    <w:rsid w:val="0037736D"/>
    <w:rsid w:val="0038250A"/>
    <w:rsid w:val="003841EA"/>
    <w:rsid w:val="003863AD"/>
    <w:rsid w:val="00387219"/>
    <w:rsid w:val="00387EAA"/>
    <w:rsid w:val="003915AA"/>
    <w:rsid w:val="00391873"/>
    <w:rsid w:val="00392C93"/>
    <w:rsid w:val="003949CE"/>
    <w:rsid w:val="0039504D"/>
    <w:rsid w:val="00395F85"/>
    <w:rsid w:val="003965AB"/>
    <w:rsid w:val="003979A3"/>
    <w:rsid w:val="00397ABD"/>
    <w:rsid w:val="00397B7B"/>
    <w:rsid w:val="00397DBB"/>
    <w:rsid w:val="00397DE4"/>
    <w:rsid w:val="003A2A6A"/>
    <w:rsid w:val="003A386F"/>
    <w:rsid w:val="003A3CED"/>
    <w:rsid w:val="003A5BFF"/>
    <w:rsid w:val="003B24FD"/>
    <w:rsid w:val="003B49EF"/>
    <w:rsid w:val="003C0A8D"/>
    <w:rsid w:val="003C1D21"/>
    <w:rsid w:val="003C30F1"/>
    <w:rsid w:val="003C37FA"/>
    <w:rsid w:val="003C3A5C"/>
    <w:rsid w:val="003C4155"/>
    <w:rsid w:val="003C5640"/>
    <w:rsid w:val="003C6008"/>
    <w:rsid w:val="003C6A85"/>
    <w:rsid w:val="003C6F0D"/>
    <w:rsid w:val="003C7881"/>
    <w:rsid w:val="003D09F1"/>
    <w:rsid w:val="003D1577"/>
    <w:rsid w:val="003D1977"/>
    <w:rsid w:val="003D1EC2"/>
    <w:rsid w:val="003D323C"/>
    <w:rsid w:val="003D4FEB"/>
    <w:rsid w:val="003D6AEB"/>
    <w:rsid w:val="003E09C3"/>
    <w:rsid w:val="003E0C03"/>
    <w:rsid w:val="003E1A53"/>
    <w:rsid w:val="003E1CA9"/>
    <w:rsid w:val="003E3150"/>
    <w:rsid w:val="003E5463"/>
    <w:rsid w:val="003E60B2"/>
    <w:rsid w:val="003E6FD9"/>
    <w:rsid w:val="003F21A6"/>
    <w:rsid w:val="003F3019"/>
    <w:rsid w:val="003F36CB"/>
    <w:rsid w:val="003F7A56"/>
    <w:rsid w:val="00403664"/>
    <w:rsid w:val="0040646B"/>
    <w:rsid w:val="00406C49"/>
    <w:rsid w:val="00411956"/>
    <w:rsid w:val="00411B6D"/>
    <w:rsid w:val="00412843"/>
    <w:rsid w:val="0041669F"/>
    <w:rsid w:val="004169EA"/>
    <w:rsid w:val="00416A3E"/>
    <w:rsid w:val="00417CB6"/>
    <w:rsid w:val="00420E30"/>
    <w:rsid w:val="004212EB"/>
    <w:rsid w:val="0042143D"/>
    <w:rsid w:val="00421D86"/>
    <w:rsid w:val="004221DE"/>
    <w:rsid w:val="004239FB"/>
    <w:rsid w:val="00423ACA"/>
    <w:rsid w:val="00424C50"/>
    <w:rsid w:val="00424F05"/>
    <w:rsid w:val="0042737E"/>
    <w:rsid w:val="004301E7"/>
    <w:rsid w:val="00431A82"/>
    <w:rsid w:val="00431AEF"/>
    <w:rsid w:val="0043286C"/>
    <w:rsid w:val="00433BC4"/>
    <w:rsid w:val="00433DE1"/>
    <w:rsid w:val="00435AD7"/>
    <w:rsid w:val="00437506"/>
    <w:rsid w:val="00437BF6"/>
    <w:rsid w:val="00440020"/>
    <w:rsid w:val="0044259B"/>
    <w:rsid w:val="00443C51"/>
    <w:rsid w:val="004449E6"/>
    <w:rsid w:val="00446710"/>
    <w:rsid w:val="00450E00"/>
    <w:rsid w:val="00453636"/>
    <w:rsid w:val="00453EAB"/>
    <w:rsid w:val="00455091"/>
    <w:rsid w:val="0045518F"/>
    <w:rsid w:val="0046110C"/>
    <w:rsid w:val="00465754"/>
    <w:rsid w:val="00466268"/>
    <w:rsid w:val="004662CC"/>
    <w:rsid w:val="00467077"/>
    <w:rsid w:val="00467A45"/>
    <w:rsid w:val="004728FE"/>
    <w:rsid w:val="004738F1"/>
    <w:rsid w:val="00475A08"/>
    <w:rsid w:val="00477450"/>
    <w:rsid w:val="00480524"/>
    <w:rsid w:val="00480E7D"/>
    <w:rsid w:val="00481C5B"/>
    <w:rsid w:val="00481F51"/>
    <w:rsid w:val="00490D1F"/>
    <w:rsid w:val="00491809"/>
    <w:rsid w:val="00494C7F"/>
    <w:rsid w:val="00494E30"/>
    <w:rsid w:val="00496857"/>
    <w:rsid w:val="00497E9C"/>
    <w:rsid w:val="004A1C97"/>
    <w:rsid w:val="004A1ED8"/>
    <w:rsid w:val="004A24F8"/>
    <w:rsid w:val="004A266B"/>
    <w:rsid w:val="004A5423"/>
    <w:rsid w:val="004A781C"/>
    <w:rsid w:val="004B0701"/>
    <w:rsid w:val="004B1908"/>
    <w:rsid w:val="004B5B62"/>
    <w:rsid w:val="004B6F8B"/>
    <w:rsid w:val="004B7259"/>
    <w:rsid w:val="004C0F74"/>
    <w:rsid w:val="004C22C5"/>
    <w:rsid w:val="004C2DAE"/>
    <w:rsid w:val="004C3F8A"/>
    <w:rsid w:val="004D0635"/>
    <w:rsid w:val="004D2A75"/>
    <w:rsid w:val="004D3387"/>
    <w:rsid w:val="004D3CED"/>
    <w:rsid w:val="004D47F5"/>
    <w:rsid w:val="004D60C1"/>
    <w:rsid w:val="004D6548"/>
    <w:rsid w:val="004D6B65"/>
    <w:rsid w:val="004E115E"/>
    <w:rsid w:val="004E14A3"/>
    <w:rsid w:val="004E2392"/>
    <w:rsid w:val="004E2688"/>
    <w:rsid w:val="004E2DF3"/>
    <w:rsid w:val="004E358A"/>
    <w:rsid w:val="004E59AC"/>
    <w:rsid w:val="004E5D62"/>
    <w:rsid w:val="004E6A13"/>
    <w:rsid w:val="004F382F"/>
    <w:rsid w:val="004F404C"/>
    <w:rsid w:val="004F746D"/>
    <w:rsid w:val="005013D3"/>
    <w:rsid w:val="005031A0"/>
    <w:rsid w:val="00503A87"/>
    <w:rsid w:val="00504EC1"/>
    <w:rsid w:val="00505838"/>
    <w:rsid w:val="005076F7"/>
    <w:rsid w:val="00510426"/>
    <w:rsid w:val="005113C8"/>
    <w:rsid w:val="00511DD9"/>
    <w:rsid w:val="00513B26"/>
    <w:rsid w:val="005152E9"/>
    <w:rsid w:val="00515C38"/>
    <w:rsid w:val="00516690"/>
    <w:rsid w:val="005256F7"/>
    <w:rsid w:val="00525C48"/>
    <w:rsid w:val="0052665F"/>
    <w:rsid w:val="00531CD0"/>
    <w:rsid w:val="00532F83"/>
    <w:rsid w:val="005354E5"/>
    <w:rsid w:val="00536E0C"/>
    <w:rsid w:val="005416B3"/>
    <w:rsid w:val="005416E4"/>
    <w:rsid w:val="005425F4"/>
    <w:rsid w:val="00542AF3"/>
    <w:rsid w:val="00545F27"/>
    <w:rsid w:val="00545F49"/>
    <w:rsid w:val="00550E11"/>
    <w:rsid w:val="00553F45"/>
    <w:rsid w:val="0055470F"/>
    <w:rsid w:val="00554C47"/>
    <w:rsid w:val="00555510"/>
    <w:rsid w:val="00557228"/>
    <w:rsid w:val="00560459"/>
    <w:rsid w:val="00560B7D"/>
    <w:rsid w:val="00571406"/>
    <w:rsid w:val="0057278C"/>
    <w:rsid w:val="00572C11"/>
    <w:rsid w:val="00575F34"/>
    <w:rsid w:val="0057749E"/>
    <w:rsid w:val="00580160"/>
    <w:rsid w:val="00580C8D"/>
    <w:rsid w:val="00581601"/>
    <w:rsid w:val="0058393F"/>
    <w:rsid w:val="0058498A"/>
    <w:rsid w:val="00584D00"/>
    <w:rsid w:val="00586210"/>
    <w:rsid w:val="00586EE9"/>
    <w:rsid w:val="0059366C"/>
    <w:rsid w:val="00593F3E"/>
    <w:rsid w:val="005945BB"/>
    <w:rsid w:val="00595CF5"/>
    <w:rsid w:val="00596D60"/>
    <w:rsid w:val="00596FD1"/>
    <w:rsid w:val="00597105"/>
    <w:rsid w:val="00597369"/>
    <w:rsid w:val="00597D08"/>
    <w:rsid w:val="005A02E8"/>
    <w:rsid w:val="005B1D64"/>
    <w:rsid w:val="005B6BF4"/>
    <w:rsid w:val="005B7250"/>
    <w:rsid w:val="005C0DCF"/>
    <w:rsid w:val="005C1191"/>
    <w:rsid w:val="005C3A14"/>
    <w:rsid w:val="005C605A"/>
    <w:rsid w:val="005C6D44"/>
    <w:rsid w:val="005C79FF"/>
    <w:rsid w:val="005C7CB7"/>
    <w:rsid w:val="005D02DB"/>
    <w:rsid w:val="005D1E6E"/>
    <w:rsid w:val="005D25A0"/>
    <w:rsid w:val="005D5404"/>
    <w:rsid w:val="005D5BC5"/>
    <w:rsid w:val="005E02A6"/>
    <w:rsid w:val="005E1071"/>
    <w:rsid w:val="005E2283"/>
    <w:rsid w:val="005E2512"/>
    <w:rsid w:val="005E6238"/>
    <w:rsid w:val="005E711E"/>
    <w:rsid w:val="005E7405"/>
    <w:rsid w:val="005F134F"/>
    <w:rsid w:val="005F2761"/>
    <w:rsid w:val="005F31E6"/>
    <w:rsid w:val="005F3758"/>
    <w:rsid w:val="005F6328"/>
    <w:rsid w:val="005F7B89"/>
    <w:rsid w:val="0060137F"/>
    <w:rsid w:val="0060155C"/>
    <w:rsid w:val="00602865"/>
    <w:rsid w:val="00603D55"/>
    <w:rsid w:val="00606A88"/>
    <w:rsid w:val="006072F8"/>
    <w:rsid w:val="00607530"/>
    <w:rsid w:val="00610A8D"/>
    <w:rsid w:val="00610D18"/>
    <w:rsid w:val="00610D50"/>
    <w:rsid w:val="00610DAC"/>
    <w:rsid w:val="00613DEC"/>
    <w:rsid w:val="0061412C"/>
    <w:rsid w:val="00622082"/>
    <w:rsid w:val="006222D7"/>
    <w:rsid w:val="00623B26"/>
    <w:rsid w:val="006252AD"/>
    <w:rsid w:val="006252DB"/>
    <w:rsid w:val="006253F5"/>
    <w:rsid w:val="00625A35"/>
    <w:rsid w:val="0062631A"/>
    <w:rsid w:val="0062673F"/>
    <w:rsid w:val="00627B61"/>
    <w:rsid w:val="00634151"/>
    <w:rsid w:val="00634890"/>
    <w:rsid w:val="00635323"/>
    <w:rsid w:val="006362D9"/>
    <w:rsid w:val="0063647F"/>
    <w:rsid w:val="006372EC"/>
    <w:rsid w:val="00642A9D"/>
    <w:rsid w:val="00642FB7"/>
    <w:rsid w:val="00643127"/>
    <w:rsid w:val="00643A70"/>
    <w:rsid w:val="006441EF"/>
    <w:rsid w:val="00645C51"/>
    <w:rsid w:val="00646822"/>
    <w:rsid w:val="00646993"/>
    <w:rsid w:val="00646CEE"/>
    <w:rsid w:val="00647CF7"/>
    <w:rsid w:val="00650041"/>
    <w:rsid w:val="00650A45"/>
    <w:rsid w:val="006526D2"/>
    <w:rsid w:val="00655085"/>
    <w:rsid w:val="00657ADA"/>
    <w:rsid w:val="006627C4"/>
    <w:rsid w:val="006632A6"/>
    <w:rsid w:val="00667243"/>
    <w:rsid w:val="0066754E"/>
    <w:rsid w:val="006679BD"/>
    <w:rsid w:val="006731EC"/>
    <w:rsid w:val="0067358B"/>
    <w:rsid w:val="00673B7C"/>
    <w:rsid w:val="00673BD0"/>
    <w:rsid w:val="006745F5"/>
    <w:rsid w:val="00675030"/>
    <w:rsid w:val="006817AC"/>
    <w:rsid w:val="00681AC5"/>
    <w:rsid w:val="006829EF"/>
    <w:rsid w:val="00682BD4"/>
    <w:rsid w:val="00683190"/>
    <w:rsid w:val="00683B54"/>
    <w:rsid w:val="00684588"/>
    <w:rsid w:val="00684EE1"/>
    <w:rsid w:val="0068639C"/>
    <w:rsid w:val="00690AF9"/>
    <w:rsid w:val="0069188B"/>
    <w:rsid w:val="00695332"/>
    <w:rsid w:val="006A0F51"/>
    <w:rsid w:val="006A16AB"/>
    <w:rsid w:val="006A283C"/>
    <w:rsid w:val="006A2949"/>
    <w:rsid w:val="006A4D1B"/>
    <w:rsid w:val="006A523B"/>
    <w:rsid w:val="006A59F1"/>
    <w:rsid w:val="006A6804"/>
    <w:rsid w:val="006A775A"/>
    <w:rsid w:val="006B0EDF"/>
    <w:rsid w:val="006B4C13"/>
    <w:rsid w:val="006B6D11"/>
    <w:rsid w:val="006C59C9"/>
    <w:rsid w:val="006C6123"/>
    <w:rsid w:val="006D1D2D"/>
    <w:rsid w:val="006D3965"/>
    <w:rsid w:val="006D3BEE"/>
    <w:rsid w:val="006D46EE"/>
    <w:rsid w:val="006D615B"/>
    <w:rsid w:val="006D6559"/>
    <w:rsid w:val="006E11CC"/>
    <w:rsid w:val="006E1BAC"/>
    <w:rsid w:val="006E38A7"/>
    <w:rsid w:val="006E4895"/>
    <w:rsid w:val="006E752C"/>
    <w:rsid w:val="006F0230"/>
    <w:rsid w:val="006F1409"/>
    <w:rsid w:val="006F2261"/>
    <w:rsid w:val="006F49AF"/>
    <w:rsid w:val="006F4A3F"/>
    <w:rsid w:val="006F5B7F"/>
    <w:rsid w:val="00703615"/>
    <w:rsid w:val="007060EC"/>
    <w:rsid w:val="007075C2"/>
    <w:rsid w:val="0070761C"/>
    <w:rsid w:val="00710732"/>
    <w:rsid w:val="00711FCC"/>
    <w:rsid w:val="007120D5"/>
    <w:rsid w:val="00713275"/>
    <w:rsid w:val="007133D8"/>
    <w:rsid w:val="007171C8"/>
    <w:rsid w:val="0072075F"/>
    <w:rsid w:val="00721D29"/>
    <w:rsid w:val="00723CE5"/>
    <w:rsid w:val="007243F8"/>
    <w:rsid w:val="0072595E"/>
    <w:rsid w:val="0072612F"/>
    <w:rsid w:val="0073044D"/>
    <w:rsid w:val="00734606"/>
    <w:rsid w:val="00735784"/>
    <w:rsid w:val="007377A7"/>
    <w:rsid w:val="00742B2E"/>
    <w:rsid w:val="00743663"/>
    <w:rsid w:val="00745EC6"/>
    <w:rsid w:val="007468EE"/>
    <w:rsid w:val="007500BE"/>
    <w:rsid w:val="0075062C"/>
    <w:rsid w:val="00750FE3"/>
    <w:rsid w:val="007515E8"/>
    <w:rsid w:val="007517F0"/>
    <w:rsid w:val="00752A52"/>
    <w:rsid w:val="00752EFC"/>
    <w:rsid w:val="00753617"/>
    <w:rsid w:val="0075397D"/>
    <w:rsid w:val="00754003"/>
    <w:rsid w:val="00754F8F"/>
    <w:rsid w:val="00755EB2"/>
    <w:rsid w:val="00756323"/>
    <w:rsid w:val="00760CC9"/>
    <w:rsid w:val="00762266"/>
    <w:rsid w:val="00765103"/>
    <w:rsid w:val="007668DA"/>
    <w:rsid w:val="00767132"/>
    <w:rsid w:val="00770A6A"/>
    <w:rsid w:val="00771DBC"/>
    <w:rsid w:val="0077372E"/>
    <w:rsid w:val="00775530"/>
    <w:rsid w:val="00775CBF"/>
    <w:rsid w:val="007767F1"/>
    <w:rsid w:val="0077775B"/>
    <w:rsid w:val="007822DC"/>
    <w:rsid w:val="00784D61"/>
    <w:rsid w:val="007876C6"/>
    <w:rsid w:val="007912F4"/>
    <w:rsid w:val="00792E1B"/>
    <w:rsid w:val="007931C5"/>
    <w:rsid w:val="007932D1"/>
    <w:rsid w:val="00794790"/>
    <w:rsid w:val="00794868"/>
    <w:rsid w:val="00794CB5"/>
    <w:rsid w:val="00795A3B"/>
    <w:rsid w:val="00795EDA"/>
    <w:rsid w:val="007A0734"/>
    <w:rsid w:val="007A0799"/>
    <w:rsid w:val="007A264E"/>
    <w:rsid w:val="007A2760"/>
    <w:rsid w:val="007A27ED"/>
    <w:rsid w:val="007A595A"/>
    <w:rsid w:val="007A6E09"/>
    <w:rsid w:val="007B0985"/>
    <w:rsid w:val="007B1676"/>
    <w:rsid w:val="007B19EC"/>
    <w:rsid w:val="007B2BFB"/>
    <w:rsid w:val="007B3488"/>
    <w:rsid w:val="007C0366"/>
    <w:rsid w:val="007C0A43"/>
    <w:rsid w:val="007C0EC6"/>
    <w:rsid w:val="007C30E9"/>
    <w:rsid w:val="007C3CA7"/>
    <w:rsid w:val="007D082C"/>
    <w:rsid w:val="007D0CED"/>
    <w:rsid w:val="007D0F40"/>
    <w:rsid w:val="007D3155"/>
    <w:rsid w:val="007D6CBC"/>
    <w:rsid w:val="007D7262"/>
    <w:rsid w:val="007D7C19"/>
    <w:rsid w:val="007E216A"/>
    <w:rsid w:val="007E260D"/>
    <w:rsid w:val="007E456C"/>
    <w:rsid w:val="007E523A"/>
    <w:rsid w:val="007E6D0D"/>
    <w:rsid w:val="007F008E"/>
    <w:rsid w:val="007F26B3"/>
    <w:rsid w:val="007F620E"/>
    <w:rsid w:val="00800821"/>
    <w:rsid w:val="0080292F"/>
    <w:rsid w:val="008033EE"/>
    <w:rsid w:val="00806A3A"/>
    <w:rsid w:val="00815B8E"/>
    <w:rsid w:val="00817642"/>
    <w:rsid w:val="00820AA8"/>
    <w:rsid w:val="00820F1E"/>
    <w:rsid w:val="008215F2"/>
    <w:rsid w:val="00822879"/>
    <w:rsid w:val="00823BFC"/>
    <w:rsid w:val="00824140"/>
    <w:rsid w:val="00833A1A"/>
    <w:rsid w:val="008349F4"/>
    <w:rsid w:val="00836046"/>
    <w:rsid w:val="008369D3"/>
    <w:rsid w:val="00836FDA"/>
    <w:rsid w:val="00837296"/>
    <w:rsid w:val="00837F08"/>
    <w:rsid w:val="00841C0F"/>
    <w:rsid w:val="00841CE4"/>
    <w:rsid w:val="008421FF"/>
    <w:rsid w:val="008446DE"/>
    <w:rsid w:val="00845661"/>
    <w:rsid w:val="00847F86"/>
    <w:rsid w:val="0085200D"/>
    <w:rsid w:val="0085437B"/>
    <w:rsid w:val="0085481A"/>
    <w:rsid w:val="008550CF"/>
    <w:rsid w:val="0085567D"/>
    <w:rsid w:val="00855A95"/>
    <w:rsid w:val="00856EBF"/>
    <w:rsid w:val="00860C1B"/>
    <w:rsid w:val="00862AFE"/>
    <w:rsid w:val="008632B6"/>
    <w:rsid w:val="008648F1"/>
    <w:rsid w:val="008713B1"/>
    <w:rsid w:val="008714EB"/>
    <w:rsid w:val="00874E57"/>
    <w:rsid w:val="008805E5"/>
    <w:rsid w:val="00880853"/>
    <w:rsid w:val="0088094E"/>
    <w:rsid w:val="00880B3B"/>
    <w:rsid w:val="00881450"/>
    <w:rsid w:val="00882945"/>
    <w:rsid w:val="0088445A"/>
    <w:rsid w:val="00885FC1"/>
    <w:rsid w:val="0088639C"/>
    <w:rsid w:val="00890133"/>
    <w:rsid w:val="00890365"/>
    <w:rsid w:val="00890484"/>
    <w:rsid w:val="008929C6"/>
    <w:rsid w:val="008932B5"/>
    <w:rsid w:val="00893D80"/>
    <w:rsid w:val="00893FFC"/>
    <w:rsid w:val="008A2082"/>
    <w:rsid w:val="008A20E4"/>
    <w:rsid w:val="008A2C85"/>
    <w:rsid w:val="008A2E11"/>
    <w:rsid w:val="008A3EDD"/>
    <w:rsid w:val="008A499F"/>
    <w:rsid w:val="008A69C2"/>
    <w:rsid w:val="008B1B05"/>
    <w:rsid w:val="008B25FA"/>
    <w:rsid w:val="008B35CE"/>
    <w:rsid w:val="008B4AEC"/>
    <w:rsid w:val="008B6AEE"/>
    <w:rsid w:val="008C07C8"/>
    <w:rsid w:val="008C2E45"/>
    <w:rsid w:val="008C66E7"/>
    <w:rsid w:val="008C7E60"/>
    <w:rsid w:val="008D005A"/>
    <w:rsid w:val="008D143A"/>
    <w:rsid w:val="008D1E88"/>
    <w:rsid w:val="008D2578"/>
    <w:rsid w:val="008D2EDB"/>
    <w:rsid w:val="008D508F"/>
    <w:rsid w:val="008D5D11"/>
    <w:rsid w:val="008D666A"/>
    <w:rsid w:val="008D69B6"/>
    <w:rsid w:val="008D7BC4"/>
    <w:rsid w:val="008E3A83"/>
    <w:rsid w:val="008E4DAB"/>
    <w:rsid w:val="008E6CB1"/>
    <w:rsid w:val="008E7E32"/>
    <w:rsid w:val="008F16BF"/>
    <w:rsid w:val="008F2D21"/>
    <w:rsid w:val="008F4396"/>
    <w:rsid w:val="008F493A"/>
    <w:rsid w:val="008F5603"/>
    <w:rsid w:val="00901139"/>
    <w:rsid w:val="009023FB"/>
    <w:rsid w:val="009047E6"/>
    <w:rsid w:val="00905EE6"/>
    <w:rsid w:val="009062BB"/>
    <w:rsid w:val="00907FF8"/>
    <w:rsid w:val="009108AD"/>
    <w:rsid w:val="0091114C"/>
    <w:rsid w:val="009120AD"/>
    <w:rsid w:val="00912578"/>
    <w:rsid w:val="00914025"/>
    <w:rsid w:val="0091455C"/>
    <w:rsid w:val="009153A4"/>
    <w:rsid w:val="00915E07"/>
    <w:rsid w:val="009167EC"/>
    <w:rsid w:val="00917C49"/>
    <w:rsid w:val="00924DB4"/>
    <w:rsid w:val="00925041"/>
    <w:rsid w:val="009271EB"/>
    <w:rsid w:val="009319D8"/>
    <w:rsid w:val="0093363B"/>
    <w:rsid w:val="00935B55"/>
    <w:rsid w:val="0093652A"/>
    <w:rsid w:val="00936D6F"/>
    <w:rsid w:val="00941698"/>
    <w:rsid w:val="0094170D"/>
    <w:rsid w:val="00941F7D"/>
    <w:rsid w:val="009459E4"/>
    <w:rsid w:val="00951156"/>
    <w:rsid w:val="009520FB"/>
    <w:rsid w:val="0095479C"/>
    <w:rsid w:val="00956048"/>
    <w:rsid w:val="00956E9D"/>
    <w:rsid w:val="0095770D"/>
    <w:rsid w:val="009619F5"/>
    <w:rsid w:val="009623AD"/>
    <w:rsid w:val="00962523"/>
    <w:rsid w:val="0096740C"/>
    <w:rsid w:val="00971BB4"/>
    <w:rsid w:val="009720C6"/>
    <w:rsid w:val="009726A6"/>
    <w:rsid w:val="00973AAD"/>
    <w:rsid w:val="00975710"/>
    <w:rsid w:val="00975CB9"/>
    <w:rsid w:val="009814DF"/>
    <w:rsid w:val="009817F0"/>
    <w:rsid w:val="009818CA"/>
    <w:rsid w:val="0098380A"/>
    <w:rsid w:val="00986C86"/>
    <w:rsid w:val="00987A33"/>
    <w:rsid w:val="0099015B"/>
    <w:rsid w:val="00990398"/>
    <w:rsid w:val="0099147C"/>
    <w:rsid w:val="0099175C"/>
    <w:rsid w:val="00991F55"/>
    <w:rsid w:val="009A0381"/>
    <w:rsid w:val="009A1BF1"/>
    <w:rsid w:val="009A59F7"/>
    <w:rsid w:val="009A60EB"/>
    <w:rsid w:val="009A71C3"/>
    <w:rsid w:val="009B3E1A"/>
    <w:rsid w:val="009B5A4C"/>
    <w:rsid w:val="009B5C58"/>
    <w:rsid w:val="009C0A04"/>
    <w:rsid w:val="009C129D"/>
    <w:rsid w:val="009C16C8"/>
    <w:rsid w:val="009C3E86"/>
    <w:rsid w:val="009C48C5"/>
    <w:rsid w:val="009C5CA6"/>
    <w:rsid w:val="009C60A1"/>
    <w:rsid w:val="009C632B"/>
    <w:rsid w:val="009C75A8"/>
    <w:rsid w:val="009D04E7"/>
    <w:rsid w:val="009D1BAB"/>
    <w:rsid w:val="009D2597"/>
    <w:rsid w:val="009D5D7E"/>
    <w:rsid w:val="009E5E32"/>
    <w:rsid w:val="009E673F"/>
    <w:rsid w:val="009E7423"/>
    <w:rsid w:val="009E7878"/>
    <w:rsid w:val="009F1564"/>
    <w:rsid w:val="009F427E"/>
    <w:rsid w:val="009F4FE1"/>
    <w:rsid w:val="009F4FEE"/>
    <w:rsid w:val="009F6A46"/>
    <w:rsid w:val="009F75AA"/>
    <w:rsid w:val="009F7E56"/>
    <w:rsid w:val="00A0329D"/>
    <w:rsid w:val="00A03D71"/>
    <w:rsid w:val="00A04721"/>
    <w:rsid w:val="00A102FD"/>
    <w:rsid w:val="00A11929"/>
    <w:rsid w:val="00A14E6F"/>
    <w:rsid w:val="00A15617"/>
    <w:rsid w:val="00A16392"/>
    <w:rsid w:val="00A17212"/>
    <w:rsid w:val="00A176DF"/>
    <w:rsid w:val="00A17BF9"/>
    <w:rsid w:val="00A2503A"/>
    <w:rsid w:val="00A25BB6"/>
    <w:rsid w:val="00A25BE6"/>
    <w:rsid w:val="00A2643F"/>
    <w:rsid w:val="00A26559"/>
    <w:rsid w:val="00A31FF3"/>
    <w:rsid w:val="00A3203E"/>
    <w:rsid w:val="00A33597"/>
    <w:rsid w:val="00A33C5F"/>
    <w:rsid w:val="00A3415E"/>
    <w:rsid w:val="00A36AB5"/>
    <w:rsid w:val="00A375D2"/>
    <w:rsid w:val="00A4227B"/>
    <w:rsid w:val="00A45B8B"/>
    <w:rsid w:val="00A46BF3"/>
    <w:rsid w:val="00A46E8F"/>
    <w:rsid w:val="00A47189"/>
    <w:rsid w:val="00A476B5"/>
    <w:rsid w:val="00A502C6"/>
    <w:rsid w:val="00A51AAD"/>
    <w:rsid w:val="00A51C5A"/>
    <w:rsid w:val="00A53BD5"/>
    <w:rsid w:val="00A54FD1"/>
    <w:rsid w:val="00A57993"/>
    <w:rsid w:val="00A62455"/>
    <w:rsid w:val="00A64024"/>
    <w:rsid w:val="00A64854"/>
    <w:rsid w:val="00A65B88"/>
    <w:rsid w:val="00A67881"/>
    <w:rsid w:val="00A67A89"/>
    <w:rsid w:val="00A7092A"/>
    <w:rsid w:val="00A71449"/>
    <w:rsid w:val="00A72443"/>
    <w:rsid w:val="00A73BEA"/>
    <w:rsid w:val="00A75A00"/>
    <w:rsid w:val="00A75E74"/>
    <w:rsid w:val="00A76C2F"/>
    <w:rsid w:val="00A77F20"/>
    <w:rsid w:val="00A77F3D"/>
    <w:rsid w:val="00A81C33"/>
    <w:rsid w:val="00A830CB"/>
    <w:rsid w:val="00A87ECE"/>
    <w:rsid w:val="00A9141B"/>
    <w:rsid w:val="00A9160C"/>
    <w:rsid w:val="00A92B13"/>
    <w:rsid w:val="00A94D95"/>
    <w:rsid w:val="00A94EF7"/>
    <w:rsid w:val="00AA06CC"/>
    <w:rsid w:val="00AA217F"/>
    <w:rsid w:val="00AA54C7"/>
    <w:rsid w:val="00AA64A5"/>
    <w:rsid w:val="00AB06C0"/>
    <w:rsid w:val="00AB08A3"/>
    <w:rsid w:val="00AB1197"/>
    <w:rsid w:val="00AB199D"/>
    <w:rsid w:val="00AB2EA5"/>
    <w:rsid w:val="00AB2FEE"/>
    <w:rsid w:val="00AB562D"/>
    <w:rsid w:val="00AC0FEA"/>
    <w:rsid w:val="00AC1BE2"/>
    <w:rsid w:val="00AC4F8D"/>
    <w:rsid w:val="00AC5E3A"/>
    <w:rsid w:val="00AC5EA9"/>
    <w:rsid w:val="00AC7231"/>
    <w:rsid w:val="00AD1B3B"/>
    <w:rsid w:val="00AD512F"/>
    <w:rsid w:val="00AD6386"/>
    <w:rsid w:val="00AD65A5"/>
    <w:rsid w:val="00AD73A6"/>
    <w:rsid w:val="00AD7F83"/>
    <w:rsid w:val="00AE15C5"/>
    <w:rsid w:val="00AE2AA0"/>
    <w:rsid w:val="00AE37F7"/>
    <w:rsid w:val="00AE3BAC"/>
    <w:rsid w:val="00AE433C"/>
    <w:rsid w:val="00AE5B2A"/>
    <w:rsid w:val="00AE70F6"/>
    <w:rsid w:val="00AF01FF"/>
    <w:rsid w:val="00AF2C6F"/>
    <w:rsid w:val="00AF3055"/>
    <w:rsid w:val="00AF73A1"/>
    <w:rsid w:val="00B002AB"/>
    <w:rsid w:val="00B00D67"/>
    <w:rsid w:val="00B01275"/>
    <w:rsid w:val="00B0234E"/>
    <w:rsid w:val="00B02646"/>
    <w:rsid w:val="00B048D2"/>
    <w:rsid w:val="00B06F81"/>
    <w:rsid w:val="00B07B50"/>
    <w:rsid w:val="00B07BC2"/>
    <w:rsid w:val="00B11F44"/>
    <w:rsid w:val="00B1274E"/>
    <w:rsid w:val="00B12CB3"/>
    <w:rsid w:val="00B13632"/>
    <w:rsid w:val="00B14D36"/>
    <w:rsid w:val="00B15732"/>
    <w:rsid w:val="00B172B0"/>
    <w:rsid w:val="00B2081D"/>
    <w:rsid w:val="00B21432"/>
    <w:rsid w:val="00B21FF2"/>
    <w:rsid w:val="00B311BD"/>
    <w:rsid w:val="00B355DA"/>
    <w:rsid w:val="00B35E4E"/>
    <w:rsid w:val="00B37313"/>
    <w:rsid w:val="00B4054A"/>
    <w:rsid w:val="00B43A2E"/>
    <w:rsid w:val="00B43AD5"/>
    <w:rsid w:val="00B446AE"/>
    <w:rsid w:val="00B45EE3"/>
    <w:rsid w:val="00B47B31"/>
    <w:rsid w:val="00B47DCB"/>
    <w:rsid w:val="00B50C19"/>
    <w:rsid w:val="00B54749"/>
    <w:rsid w:val="00B55FF8"/>
    <w:rsid w:val="00B57404"/>
    <w:rsid w:val="00B5781E"/>
    <w:rsid w:val="00B60A70"/>
    <w:rsid w:val="00B621AD"/>
    <w:rsid w:val="00B62466"/>
    <w:rsid w:val="00B6301B"/>
    <w:rsid w:val="00B641CD"/>
    <w:rsid w:val="00B642A3"/>
    <w:rsid w:val="00B651D1"/>
    <w:rsid w:val="00B6526F"/>
    <w:rsid w:val="00B654E9"/>
    <w:rsid w:val="00B6621A"/>
    <w:rsid w:val="00B67946"/>
    <w:rsid w:val="00B70C28"/>
    <w:rsid w:val="00B7297D"/>
    <w:rsid w:val="00B72C85"/>
    <w:rsid w:val="00B73004"/>
    <w:rsid w:val="00B7343B"/>
    <w:rsid w:val="00B73AA6"/>
    <w:rsid w:val="00B73D3E"/>
    <w:rsid w:val="00B7539D"/>
    <w:rsid w:val="00B762DF"/>
    <w:rsid w:val="00B81F1A"/>
    <w:rsid w:val="00B835BC"/>
    <w:rsid w:val="00B842AC"/>
    <w:rsid w:val="00B84F00"/>
    <w:rsid w:val="00B92A67"/>
    <w:rsid w:val="00B93716"/>
    <w:rsid w:val="00B94E62"/>
    <w:rsid w:val="00B95B9E"/>
    <w:rsid w:val="00BA011C"/>
    <w:rsid w:val="00BA5F93"/>
    <w:rsid w:val="00BB1137"/>
    <w:rsid w:val="00BB11F2"/>
    <w:rsid w:val="00BB25E9"/>
    <w:rsid w:val="00BB37DC"/>
    <w:rsid w:val="00BB5560"/>
    <w:rsid w:val="00BB5D77"/>
    <w:rsid w:val="00BC31D0"/>
    <w:rsid w:val="00BC35B9"/>
    <w:rsid w:val="00BC6ADC"/>
    <w:rsid w:val="00BC71FD"/>
    <w:rsid w:val="00BC7F88"/>
    <w:rsid w:val="00BD019F"/>
    <w:rsid w:val="00BD17E6"/>
    <w:rsid w:val="00BD32C2"/>
    <w:rsid w:val="00BD5DEB"/>
    <w:rsid w:val="00BD6A1B"/>
    <w:rsid w:val="00BE0D44"/>
    <w:rsid w:val="00BE1671"/>
    <w:rsid w:val="00BE4A1C"/>
    <w:rsid w:val="00BE4C75"/>
    <w:rsid w:val="00BE5D58"/>
    <w:rsid w:val="00BE5D7C"/>
    <w:rsid w:val="00BF17CA"/>
    <w:rsid w:val="00BF313D"/>
    <w:rsid w:val="00BF3B53"/>
    <w:rsid w:val="00BF53C1"/>
    <w:rsid w:val="00BF5AFC"/>
    <w:rsid w:val="00BF7D32"/>
    <w:rsid w:val="00C032EB"/>
    <w:rsid w:val="00C0508B"/>
    <w:rsid w:val="00C05F42"/>
    <w:rsid w:val="00C06571"/>
    <w:rsid w:val="00C06893"/>
    <w:rsid w:val="00C06950"/>
    <w:rsid w:val="00C11750"/>
    <w:rsid w:val="00C11B01"/>
    <w:rsid w:val="00C13DB0"/>
    <w:rsid w:val="00C14C59"/>
    <w:rsid w:val="00C16838"/>
    <w:rsid w:val="00C17763"/>
    <w:rsid w:val="00C21280"/>
    <w:rsid w:val="00C2133D"/>
    <w:rsid w:val="00C2163C"/>
    <w:rsid w:val="00C21772"/>
    <w:rsid w:val="00C2376A"/>
    <w:rsid w:val="00C2769C"/>
    <w:rsid w:val="00C30C6C"/>
    <w:rsid w:val="00C32782"/>
    <w:rsid w:val="00C32CBA"/>
    <w:rsid w:val="00C32E11"/>
    <w:rsid w:val="00C35C46"/>
    <w:rsid w:val="00C36D0F"/>
    <w:rsid w:val="00C42088"/>
    <w:rsid w:val="00C42090"/>
    <w:rsid w:val="00C42226"/>
    <w:rsid w:val="00C45687"/>
    <w:rsid w:val="00C45E0B"/>
    <w:rsid w:val="00C47A55"/>
    <w:rsid w:val="00C5043E"/>
    <w:rsid w:val="00C51A22"/>
    <w:rsid w:val="00C51D35"/>
    <w:rsid w:val="00C51F87"/>
    <w:rsid w:val="00C55D51"/>
    <w:rsid w:val="00C565F5"/>
    <w:rsid w:val="00C572E5"/>
    <w:rsid w:val="00C57FB5"/>
    <w:rsid w:val="00C60A0E"/>
    <w:rsid w:val="00C628EE"/>
    <w:rsid w:val="00C64C19"/>
    <w:rsid w:val="00C65B90"/>
    <w:rsid w:val="00C65D18"/>
    <w:rsid w:val="00C70790"/>
    <w:rsid w:val="00C70DD3"/>
    <w:rsid w:val="00C727B1"/>
    <w:rsid w:val="00C72A37"/>
    <w:rsid w:val="00C72D98"/>
    <w:rsid w:val="00C72E78"/>
    <w:rsid w:val="00C77769"/>
    <w:rsid w:val="00C82EF9"/>
    <w:rsid w:val="00C85996"/>
    <w:rsid w:val="00C902CE"/>
    <w:rsid w:val="00C93091"/>
    <w:rsid w:val="00C950DD"/>
    <w:rsid w:val="00C95313"/>
    <w:rsid w:val="00C9727C"/>
    <w:rsid w:val="00CA2168"/>
    <w:rsid w:val="00CA3912"/>
    <w:rsid w:val="00CA4DA7"/>
    <w:rsid w:val="00CA571E"/>
    <w:rsid w:val="00CA58D3"/>
    <w:rsid w:val="00CA689B"/>
    <w:rsid w:val="00CA6C54"/>
    <w:rsid w:val="00CB1DB4"/>
    <w:rsid w:val="00CB2191"/>
    <w:rsid w:val="00CB5A0F"/>
    <w:rsid w:val="00CB658A"/>
    <w:rsid w:val="00CB6FDD"/>
    <w:rsid w:val="00CC0C48"/>
    <w:rsid w:val="00CC1890"/>
    <w:rsid w:val="00CC296F"/>
    <w:rsid w:val="00CD0054"/>
    <w:rsid w:val="00CD30EA"/>
    <w:rsid w:val="00CD32D7"/>
    <w:rsid w:val="00CD4223"/>
    <w:rsid w:val="00CD4E6F"/>
    <w:rsid w:val="00CD686F"/>
    <w:rsid w:val="00CD6B2A"/>
    <w:rsid w:val="00CD799C"/>
    <w:rsid w:val="00CE037D"/>
    <w:rsid w:val="00CE759B"/>
    <w:rsid w:val="00CE7BEA"/>
    <w:rsid w:val="00CF3316"/>
    <w:rsid w:val="00CF3A09"/>
    <w:rsid w:val="00CF48B9"/>
    <w:rsid w:val="00CF5BEB"/>
    <w:rsid w:val="00CF709A"/>
    <w:rsid w:val="00CF7ED4"/>
    <w:rsid w:val="00D0055B"/>
    <w:rsid w:val="00D04BE1"/>
    <w:rsid w:val="00D10D1D"/>
    <w:rsid w:val="00D14BA4"/>
    <w:rsid w:val="00D162BE"/>
    <w:rsid w:val="00D17170"/>
    <w:rsid w:val="00D175EF"/>
    <w:rsid w:val="00D211CC"/>
    <w:rsid w:val="00D212D1"/>
    <w:rsid w:val="00D228E0"/>
    <w:rsid w:val="00D229EE"/>
    <w:rsid w:val="00D24604"/>
    <w:rsid w:val="00D257B6"/>
    <w:rsid w:val="00D26A82"/>
    <w:rsid w:val="00D274C1"/>
    <w:rsid w:val="00D27BE1"/>
    <w:rsid w:val="00D30AA7"/>
    <w:rsid w:val="00D3228D"/>
    <w:rsid w:val="00D323A0"/>
    <w:rsid w:val="00D33166"/>
    <w:rsid w:val="00D351D6"/>
    <w:rsid w:val="00D35207"/>
    <w:rsid w:val="00D35BA8"/>
    <w:rsid w:val="00D36F21"/>
    <w:rsid w:val="00D3767E"/>
    <w:rsid w:val="00D37D99"/>
    <w:rsid w:val="00D4134B"/>
    <w:rsid w:val="00D423CF"/>
    <w:rsid w:val="00D45E63"/>
    <w:rsid w:val="00D4757C"/>
    <w:rsid w:val="00D4792F"/>
    <w:rsid w:val="00D52039"/>
    <w:rsid w:val="00D54A76"/>
    <w:rsid w:val="00D55E2E"/>
    <w:rsid w:val="00D561F7"/>
    <w:rsid w:val="00D5710E"/>
    <w:rsid w:val="00D573FD"/>
    <w:rsid w:val="00D57E2F"/>
    <w:rsid w:val="00D6106B"/>
    <w:rsid w:val="00D62238"/>
    <w:rsid w:val="00D64001"/>
    <w:rsid w:val="00D641CB"/>
    <w:rsid w:val="00D671D6"/>
    <w:rsid w:val="00D706AE"/>
    <w:rsid w:val="00D71A23"/>
    <w:rsid w:val="00D737AF"/>
    <w:rsid w:val="00D7779D"/>
    <w:rsid w:val="00D80238"/>
    <w:rsid w:val="00D80950"/>
    <w:rsid w:val="00D812BE"/>
    <w:rsid w:val="00D8323F"/>
    <w:rsid w:val="00D87F8A"/>
    <w:rsid w:val="00D91C55"/>
    <w:rsid w:val="00D928A6"/>
    <w:rsid w:val="00D92FDF"/>
    <w:rsid w:val="00D930B5"/>
    <w:rsid w:val="00D94029"/>
    <w:rsid w:val="00D94BDC"/>
    <w:rsid w:val="00D951A8"/>
    <w:rsid w:val="00D95B4C"/>
    <w:rsid w:val="00D95FDF"/>
    <w:rsid w:val="00D97CDD"/>
    <w:rsid w:val="00DA117A"/>
    <w:rsid w:val="00DA4649"/>
    <w:rsid w:val="00DA47BF"/>
    <w:rsid w:val="00DA480D"/>
    <w:rsid w:val="00DA51DA"/>
    <w:rsid w:val="00DA74F0"/>
    <w:rsid w:val="00DB269B"/>
    <w:rsid w:val="00DB50D1"/>
    <w:rsid w:val="00DB5AD0"/>
    <w:rsid w:val="00DB6319"/>
    <w:rsid w:val="00DB713F"/>
    <w:rsid w:val="00DC1744"/>
    <w:rsid w:val="00DC1B85"/>
    <w:rsid w:val="00DC2536"/>
    <w:rsid w:val="00DC4278"/>
    <w:rsid w:val="00DC4DE3"/>
    <w:rsid w:val="00DC54EE"/>
    <w:rsid w:val="00DC5E32"/>
    <w:rsid w:val="00DC7895"/>
    <w:rsid w:val="00DC7B3C"/>
    <w:rsid w:val="00DD0393"/>
    <w:rsid w:val="00DD0793"/>
    <w:rsid w:val="00DD2064"/>
    <w:rsid w:val="00DD71F9"/>
    <w:rsid w:val="00DD7794"/>
    <w:rsid w:val="00DE0314"/>
    <w:rsid w:val="00DE094A"/>
    <w:rsid w:val="00DE2042"/>
    <w:rsid w:val="00DE42BA"/>
    <w:rsid w:val="00DE4C81"/>
    <w:rsid w:val="00DE6151"/>
    <w:rsid w:val="00DE6E96"/>
    <w:rsid w:val="00DF1435"/>
    <w:rsid w:val="00DF1B5B"/>
    <w:rsid w:val="00DF21E5"/>
    <w:rsid w:val="00DF379A"/>
    <w:rsid w:val="00DF3D8B"/>
    <w:rsid w:val="00DF4570"/>
    <w:rsid w:val="00DF6B6F"/>
    <w:rsid w:val="00E022F3"/>
    <w:rsid w:val="00E03F1B"/>
    <w:rsid w:val="00E04B6A"/>
    <w:rsid w:val="00E05A94"/>
    <w:rsid w:val="00E07D6A"/>
    <w:rsid w:val="00E11517"/>
    <w:rsid w:val="00E12125"/>
    <w:rsid w:val="00E15B68"/>
    <w:rsid w:val="00E165C9"/>
    <w:rsid w:val="00E1673F"/>
    <w:rsid w:val="00E22F7E"/>
    <w:rsid w:val="00E26AD5"/>
    <w:rsid w:val="00E26B0E"/>
    <w:rsid w:val="00E31D70"/>
    <w:rsid w:val="00E33112"/>
    <w:rsid w:val="00E33D6B"/>
    <w:rsid w:val="00E42962"/>
    <w:rsid w:val="00E4491B"/>
    <w:rsid w:val="00E44A6A"/>
    <w:rsid w:val="00E465EA"/>
    <w:rsid w:val="00E47D0B"/>
    <w:rsid w:val="00E47E1F"/>
    <w:rsid w:val="00E52135"/>
    <w:rsid w:val="00E52BFA"/>
    <w:rsid w:val="00E544C5"/>
    <w:rsid w:val="00E604BD"/>
    <w:rsid w:val="00E62129"/>
    <w:rsid w:val="00E645F4"/>
    <w:rsid w:val="00E64FD1"/>
    <w:rsid w:val="00E65D2E"/>
    <w:rsid w:val="00E66193"/>
    <w:rsid w:val="00E70719"/>
    <w:rsid w:val="00E70D55"/>
    <w:rsid w:val="00E71F49"/>
    <w:rsid w:val="00E735EB"/>
    <w:rsid w:val="00E75200"/>
    <w:rsid w:val="00E75D8A"/>
    <w:rsid w:val="00E7620F"/>
    <w:rsid w:val="00E764AB"/>
    <w:rsid w:val="00E80991"/>
    <w:rsid w:val="00E813A6"/>
    <w:rsid w:val="00E82AD1"/>
    <w:rsid w:val="00E82D4D"/>
    <w:rsid w:val="00E83802"/>
    <w:rsid w:val="00E8526C"/>
    <w:rsid w:val="00E856A4"/>
    <w:rsid w:val="00E856D1"/>
    <w:rsid w:val="00E856F2"/>
    <w:rsid w:val="00E877EB"/>
    <w:rsid w:val="00E90BEE"/>
    <w:rsid w:val="00E92655"/>
    <w:rsid w:val="00E95EAC"/>
    <w:rsid w:val="00E96210"/>
    <w:rsid w:val="00E97406"/>
    <w:rsid w:val="00EA1916"/>
    <w:rsid w:val="00EA1C58"/>
    <w:rsid w:val="00EA25B5"/>
    <w:rsid w:val="00EA543C"/>
    <w:rsid w:val="00EA5A5B"/>
    <w:rsid w:val="00EA5FF5"/>
    <w:rsid w:val="00EA78BB"/>
    <w:rsid w:val="00EA78D5"/>
    <w:rsid w:val="00EB028A"/>
    <w:rsid w:val="00EB09D7"/>
    <w:rsid w:val="00EB0FFF"/>
    <w:rsid w:val="00EB2258"/>
    <w:rsid w:val="00EB2525"/>
    <w:rsid w:val="00EB3895"/>
    <w:rsid w:val="00EB4B21"/>
    <w:rsid w:val="00EB5020"/>
    <w:rsid w:val="00EB57BF"/>
    <w:rsid w:val="00EB7CB8"/>
    <w:rsid w:val="00EC28AE"/>
    <w:rsid w:val="00EC2EA3"/>
    <w:rsid w:val="00EC683C"/>
    <w:rsid w:val="00EC6F3D"/>
    <w:rsid w:val="00EC7767"/>
    <w:rsid w:val="00ED1A2C"/>
    <w:rsid w:val="00ED2F21"/>
    <w:rsid w:val="00ED7400"/>
    <w:rsid w:val="00EE0124"/>
    <w:rsid w:val="00EE0760"/>
    <w:rsid w:val="00EE08EA"/>
    <w:rsid w:val="00EE33A0"/>
    <w:rsid w:val="00EE36F4"/>
    <w:rsid w:val="00EE4739"/>
    <w:rsid w:val="00EE5450"/>
    <w:rsid w:val="00EE5FAD"/>
    <w:rsid w:val="00EE6479"/>
    <w:rsid w:val="00EE729E"/>
    <w:rsid w:val="00EE75DD"/>
    <w:rsid w:val="00EE7F8B"/>
    <w:rsid w:val="00EF35EA"/>
    <w:rsid w:val="00EF4769"/>
    <w:rsid w:val="00F00050"/>
    <w:rsid w:val="00F00758"/>
    <w:rsid w:val="00F00931"/>
    <w:rsid w:val="00F010A5"/>
    <w:rsid w:val="00F010B2"/>
    <w:rsid w:val="00F01DD7"/>
    <w:rsid w:val="00F04A1B"/>
    <w:rsid w:val="00F05892"/>
    <w:rsid w:val="00F068AA"/>
    <w:rsid w:val="00F06D02"/>
    <w:rsid w:val="00F07953"/>
    <w:rsid w:val="00F10E12"/>
    <w:rsid w:val="00F1295A"/>
    <w:rsid w:val="00F1370F"/>
    <w:rsid w:val="00F13A0C"/>
    <w:rsid w:val="00F17861"/>
    <w:rsid w:val="00F1796F"/>
    <w:rsid w:val="00F231A9"/>
    <w:rsid w:val="00F245BC"/>
    <w:rsid w:val="00F26B8F"/>
    <w:rsid w:val="00F26E63"/>
    <w:rsid w:val="00F3373B"/>
    <w:rsid w:val="00F3387F"/>
    <w:rsid w:val="00F33FDB"/>
    <w:rsid w:val="00F34359"/>
    <w:rsid w:val="00F353B1"/>
    <w:rsid w:val="00F35AE2"/>
    <w:rsid w:val="00F364CD"/>
    <w:rsid w:val="00F36A82"/>
    <w:rsid w:val="00F402E7"/>
    <w:rsid w:val="00F40E1C"/>
    <w:rsid w:val="00F41A41"/>
    <w:rsid w:val="00F53E40"/>
    <w:rsid w:val="00F545D3"/>
    <w:rsid w:val="00F614A7"/>
    <w:rsid w:val="00F64B3E"/>
    <w:rsid w:val="00F70A27"/>
    <w:rsid w:val="00F70FAB"/>
    <w:rsid w:val="00F72EEA"/>
    <w:rsid w:val="00F738BC"/>
    <w:rsid w:val="00F73F21"/>
    <w:rsid w:val="00F750CA"/>
    <w:rsid w:val="00F761AF"/>
    <w:rsid w:val="00F766BA"/>
    <w:rsid w:val="00F800A6"/>
    <w:rsid w:val="00F81F6C"/>
    <w:rsid w:val="00F82F97"/>
    <w:rsid w:val="00F8363C"/>
    <w:rsid w:val="00F83ACA"/>
    <w:rsid w:val="00F868FE"/>
    <w:rsid w:val="00F86956"/>
    <w:rsid w:val="00F901C2"/>
    <w:rsid w:val="00F903C5"/>
    <w:rsid w:val="00F9113E"/>
    <w:rsid w:val="00F93331"/>
    <w:rsid w:val="00F94E64"/>
    <w:rsid w:val="00F95D93"/>
    <w:rsid w:val="00F96E4D"/>
    <w:rsid w:val="00F97DDB"/>
    <w:rsid w:val="00FA013F"/>
    <w:rsid w:val="00FA21D1"/>
    <w:rsid w:val="00FA5D85"/>
    <w:rsid w:val="00FA7480"/>
    <w:rsid w:val="00FB03DF"/>
    <w:rsid w:val="00FB1BD9"/>
    <w:rsid w:val="00FB2FCB"/>
    <w:rsid w:val="00FB57BA"/>
    <w:rsid w:val="00FB59B7"/>
    <w:rsid w:val="00FB5DD5"/>
    <w:rsid w:val="00FB709B"/>
    <w:rsid w:val="00FC0F22"/>
    <w:rsid w:val="00FC14B7"/>
    <w:rsid w:val="00FC39B0"/>
    <w:rsid w:val="00FC3DDF"/>
    <w:rsid w:val="00FC49AE"/>
    <w:rsid w:val="00FC4F05"/>
    <w:rsid w:val="00FC698D"/>
    <w:rsid w:val="00FC7A7E"/>
    <w:rsid w:val="00FC7AB1"/>
    <w:rsid w:val="00FD2275"/>
    <w:rsid w:val="00FD31AF"/>
    <w:rsid w:val="00FD5BDA"/>
    <w:rsid w:val="00FE0DD0"/>
    <w:rsid w:val="00FE229E"/>
    <w:rsid w:val="00FE235B"/>
    <w:rsid w:val="00FE5455"/>
    <w:rsid w:val="00FE69E3"/>
    <w:rsid w:val="00FE6C33"/>
    <w:rsid w:val="00FF0E87"/>
    <w:rsid w:val="00FF0FF8"/>
    <w:rsid w:val="00FF15A4"/>
    <w:rsid w:val="00FF2F67"/>
    <w:rsid w:val="00FF317E"/>
    <w:rsid w:val="00FF3663"/>
    <w:rsid w:val="00FF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368A6AC0"/>
  <w15:docId w15:val="{79F46D4E-E01A-4197-90D8-CB0F41F3F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543C"/>
    <w:pPr>
      <w:spacing w:after="200" w:line="240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42898"/>
    <w:pPr>
      <w:tabs>
        <w:tab w:val="center" w:pos="4320"/>
        <w:tab w:val="right" w:pos="8640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242898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242898"/>
    <w:pPr>
      <w:tabs>
        <w:tab w:val="center" w:pos="4320"/>
        <w:tab w:val="right" w:pos="8640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242898"/>
    <w:rPr>
      <w:rFonts w:ascii="Calibri" w:eastAsia="Calibri" w:hAnsi="Calibri" w:cs="Times New Roman"/>
    </w:rPr>
  </w:style>
  <w:style w:type="character" w:styleId="Marquedecommentaire">
    <w:name w:val="annotation reference"/>
    <w:basedOn w:val="Policepardfaut"/>
    <w:uiPriority w:val="99"/>
    <w:unhideWhenUsed/>
    <w:rsid w:val="00B47DC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47DC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47DCB"/>
    <w:rPr>
      <w:rFonts w:ascii="Calibri" w:eastAsia="Calibri" w:hAnsi="Calibri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7DC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7DCB"/>
    <w:rPr>
      <w:rFonts w:ascii="Segoe UI" w:eastAsia="Calibri" w:hAnsi="Segoe UI" w:cs="Segoe UI"/>
      <w:sz w:val="18"/>
      <w:szCs w:val="18"/>
    </w:rPr>
  </w:style>
  <w:style w:type="paragraph" w:customStyle="1" w:styleId="TableBullet">
    <w:name w:val="Table: Bullet"/>
    <w:basedOn w:val="Normal"/>
    <w:qFormat/>
    <w:rsid w:val="00E12125"/>
    <w:pPr>
      <w:spacing w:before="60" w:after="60" w:line="240" w:lineRule="exact"/>
    </w:pPr>
    <w:rPr>
      <w:sz w:val="24"/>
      <w:szCs w:val="24"/>
      <w:lang w:val="en-US"/>
    </w:rPr>
  </w:style>
  <w:style w:type="table" w:customStyle="1" w:styleId="TableGrid1">
    <w:name w:val="Table Grid1"/>
    <w:basedOn w:val="TableauNormal"/>
    <w:next w:val="Grilledutableau"/>
    <w:uiPriority w:val="59"/>
    <w:rsid w:val="003D1577"/>
    <w:pPr>
      <w:spacing w:after="120" w:line="240" w:lineRule="exact"/>
    </w:pPr>
    <w:rPr>
      <w:rFonts w:ascii="Calibri" w:eastAsia="Calibri" w:hAnsi="Calibri" w:cs="Times New Roman"/>
      <w:sz w:val="20"/>
      <w:szCs w:val="20"/>
      <w:lang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3D15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Normal">
    <w:name w:val="Table: Normal"/>
    <w:qFormat/>
    <w:rsid w:val="009E7423"/>
    <w:pPr>
      <w:spacing w:before="60" w:after="60" w:line="240" w:lineRule="exact"/>
    </w:pPr>
    <w:rPr>
      <w:rFonts w:ascii="Calibri" w:eastAsia="Calibri" w:hAnsi="Calibri" w:cs="Times New Roman"/>
      <w:sz w:val="24"/>
      <w:szCs w:val="24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9F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9F1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ableNotes">
    <w:name w:val="Table: Notes(*)"/>
    <w:basedOn w:val="TableNormal"/>
    <w:rsid w:val="00EA5FF5"/>
    <w:pPr>
      <w:spacing w:before="120" w:after="0"/>
      <w:ind w:left="-142"/>
    </w:pPr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5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4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20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24" Type="http://schemas.openxmlformats.org/officeDocument/2006/relationships/header" Target="header17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23" Type="http://schemas.openxmlformats.org/officeDocument/2006/relationships/header" Target="header16.xml"/><Relationship Id="rId10" Type="http://schemas.openxmlformats.org/officeDocument/2006/relationships/header" Target="header3.xml"/><Relationship Id="rId19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Relationship Id="rId22" Type="http://schemas.openxmlformats.org/officeDocument/2006/relationships/header" Target="header1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H:\Data\Excel\Merge20180808154307.csv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9F90F-553A-4D6C-B8D2-63C8A1AB6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CF0F6C</Template>
  <TotalTime>5212</TotalTime>
  <Pages>16</Pages>
  <Words>5699</Words>
  <Characters>31348</Characters>
  <Application>Microsoft Office Word</Application>
  <DocSecurity>0</DocSecurity>
  <Lines>261</Lines>
  <Paragraphs>73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Medavie Blue Cross</Company>
  <LinksUpToDate>false</LinksUpToDate>
  <CharactersWithSpaces>36974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El-Maraghi, Steven</dc:creator>
  <cp:keywords/>
  <dc:description/>
  <cp:lastModifiedBy>El-Maraghi, Steven</cp:lastModifiedBy>
  <cp:revision>2649</cp:revision>
  <dcterms:created xsi:type="dcterms:W3CDTF">2018-07-12T20:23:00Z</dcterms:created>
  <dcterms:modified xsi:type="dcterms:W3CDTF">2018-08-08T20:21:00Z</dcterms:modified>
</cp:coreProperties>
</file>